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418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2728EC6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F0F6C">
        <w:rPr>
          <w:rFonts w:ascii="Corbel" w:hAnsi="Corbel"/>
          <w:i/>
          <w:smallCaps/>
          <w:sz w:val="24"/>
          <w:szCs w:val="24"/>
        </w:rPr>
        <w:t>2019-2022</w:t>
      </w:r>
    </w:p>
    <w:p w14:paraId="08F9AB09" w14:textId="36E3E20F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5F0F6C">
        <w:rPr>
          <w:rFonts w:ascii="Corbel" w:hAnsi="Corbel"/>
          <w:sz w:val="20"/>
          <w:szCs w:val="20"/>
        </w:rPr>
        <w:t>1</w:t>
      </w:r>
      <w:r w:rsidR="00F411E6">
        <w:rPr>
          <w:rFonts w:ascii="Corbel" w:hAnsi="Corbel"/>
          <w:sz w:val="20"/>
          <w:szCs w:val="20"/>
        </w:rPr>
        <w:t>/202</w:t>
      </w:r>
      <w:r w:rsidR="005F0F6C">
        <w:rPr>
          <w:rFonts w:ascii="Corbel" w:hAnsi="Corbel"/>
          <w:sz w:val="20"/>
          <w:szCs w:val="20"/>
        </w:rPr>
        <w:t>2</w:t>
      </w:r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E/I/EiZSP/C-1.1b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064FD35A" w:rsidR="0085747A" w:rsidRPr="006F1EBB" w:rsidRDefault="006F1E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EB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3DCB0A9A" w:rsidR="00015B8F" w:rsidRPr="009C54AE" w:rsidRDefault="006F1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5FDE3B50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ekonomii behawioralnej oraz skonfrontowanie ich z teorią i metodologią ekonomii mainstreamowej</w:t>
            </w:r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>nie przez studentów uwarunkowań decyzji i zachowań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Społeczne i moralne uwarunkowania zachowań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Koncepcja liberalnego paternalizmu – dyskusja.  Architektura wyboru (wybór aktywny, opcja domyślna, nadmiar opcji). Wykorzystanie framingu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31B6FF66" w:rsidR="0085747A" w:rsidRPr="009C54AE" w:rsidRDefault="006F1EBB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1F89108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44C4E522" w:rsidR="00C61DC5" w:rsidRPr="009C54AE" w:rsidRDefault="006F1EBB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Kahneman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Zalaśkiewicz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Barwińska-Małajowicz A., Żegleń P., Bernat T. (2019). Knowledge and educational capital in the process of modern society creation. </w:t>
            </w:r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 computer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Polowczyk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Thaler R.H., Sunstein C.R.,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2E6EF" w14:textId="77777777" w:rsidR="0074229E" w:rsidRDefault="0074229E" w:rsidP="00C16ABF">
      <w:pPr>
        <w:spacing w:after="0" w:line="240" w:lineRule="auto"/>
      </w:pPr>
      <w:r>
        <w:separator/>
      </w:r>
    </w:p>
  </w:endnote>
  <w:endnote w:type="continuationSeparator" w:id="0">
    <w:p w14:paraId="1CD3A4AC" w14:textId="77777777" w:rsidR="0074229E" w:rsidRDefault="007422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0DEB9" w14:textId="77777777" w:rsidR="0074229E" w:rsidRDefault="0074229E" w:rsidP="00C16ABF">
      <w:pPr>
        <w:spacing w:after="0" w:line="240" w:lineRule="auto"/>
      </w:pPr>
      <w:r>
        <w:separator/>
      </w:r>
    </w:p>
  </w:footnote>
  <w:footnote w:type="continuationSeparator" w:id="0">
    <w:p w14:paraId="17AC1D11" w14:textId="77777777" w:rsidR="0074229E" w:rsidRDefault="0074229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A38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F6C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EBB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29E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08B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78CC4718-FCFE-4C53-B636-FEF13B93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A39C86-DEBA-4FC8-912C-1F2DB0C92C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93D0DF-80D9-4FCC-8250-EB917538E7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c873b851-8c95-4849-940f-b0fae918cf6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F72ADF1-FBED-455F-B39D-5F4496CAF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1167</Words>
  <Characters>7008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24</cp:revision>
  <cp:lastPrinted>2019-02-06T12:12:00Z</cp:lastPrinted>
  <dcterms:created xsi:type="dcterms:W3CDTF">2020-10-26T11:20:00Z</dcterms:created>
  <dcterms:modified xsi:type="dcterms:W3CDTF">2020-12-11T19:53:00Z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